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1D764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B846D0">
              <w:rPr>
                <w:rFonts w:ascii="Verdana" w:hAnsi="Verdana"/>
                <w:sz w:val="18"/>
              </w:rPr>
              <w:t>Hostinné ON - oprava</w:t>
            </w:r>
            <w:bookmarkStart w:id="0" w:name="_GoBack"/>
            <w:bookmarkEnd w:id="0"/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9"/>
        <w:gridCol w:w="2950"/>
        <w:gridCol w:w="2493"/>
      </w:tblGrid>
      <w:tr w:rsidR="00D77399" w:rsidRPr="00523A61" w:rsidTr="00CA4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CA441C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950" w:type="dxa"/>
            <w:shd w:val="clear" w:color="auto" w:fill="FFBFBF" w:themeFill="accent6" w:themeFillTint="33"/>
          </w:tcPr>
          <w:p w:rsidR="00D77399" w:rsidRPr="009B2848" w:rsidRDefault="00D77399" w:rsidP="00CA441C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493" w:type="dxa"/>
            <w:shd w:val="clear" w:color="auto" w:fill="FFBFBF" w:themeFill="accent6" w:themeFillTint="33"/>
          </w:tcPr>
          <w:p w:rsidR="00D77399" w:rsidRPr="009B2848" w:rsidRDefault="00D77399" w:rsidP="00CA441C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50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50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50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950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493" w:type="dxa"/>
            <w:vAlign w:val="center"/>
          </w:tcPr>
          <w:p w:rsidR="00D77399" w:rsidRPr="00523A61" w:rsidRDefault="00D77399" w:rsidP="00CA441C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493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CA4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9" w:type="dxa"/>
            <w:gridSpan w:val="2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493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817" w:rsidRDefault="00F60817" w:rsidP="00962258">
      <w:pPr>
        <w:spacing w:after="0" w:line="240" w:lineRule="auto"/>
      </w:pPr>
      <w:r>
        <w:separator/>
      </w:r>
    </w:p>
  </w:endnote>
  <w:endnote w:type="continuationSeparator" w:id="0">
    <w:p w:rsidR="00F60817" w:rsidRDefault="00F608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6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64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199A6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2788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76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764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F1709">
          <w:pPr>
            <w:pStyle w:val="Zpat"/>
          </w:pPr>
          <w:r>
            <w:t>s</w:t>
          </w:r>
          <w:r w:rsidR="004F1709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9D35C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7F878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817" w:rsidRDefault="00F60817" w:rsidP="00962258">
      <w:pPr>
        <w:spacing w:after="0" w:line="240" w:lineRule="auto"/>
      </w:pPr>
      <w:r>
        <w:separator/>
      </w:r>
    </w:p>
  </w:footnote>
  <w:footnote w:type="continuationSeparator" w:id="0">
    <w:p w:rsidR="00F60817" w:rsidRDefault="00F608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1C"/>
    <w:rsid w:val="000553A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764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183F"/>
    <w:rsid w:val="00486107"/>
    <w:rsid w:val="00491827"/>
    <w:rsid w:val="004B348C"/>
    <w:rsid w:val="004C4399"/>
    <w:rsid w:val="004C787C"/>
    <w:rsid w:val="004E143C"/>
    <w:rsid w:val="004E20CF"/>
    <w:rsid w:val="004E3A53"/>
    <w:rsid w:val="004F1709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6154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3967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667B"/>
    <w:rsid w:val="00A6177B"/>
    <w:rsid w:val="00A66136"/>
    <w:rsid w:val="00AA4CBB"/>
    <w:rsid w:val="00AA65FA"/>
    <w:rsid w:val="00AA7351"/>
    <w:rsid w:val="00AD056F"/>
    <w:rsid w:val="00AD6731"/>
    <w:rsid w:val="00AE28DD"/>
    <w:rsid w:val="00B15D0D"/>
    <w:rsid w:val="00B26F35"/>
    <w:rsid w:val="00B75EE1"/>
    <w:rsid w:val="00B77481"/>
    <w:rsid w:val="00B80FCB"/>
    <w:rsid w:val="00B8518B"/>
    <w:rsid w:val="00BD7E91"/>
    <w:rsid w:val="00C02D0A"/>
    <w:rsid w:val="00C03A6E"/>
    <w:rsid w:val="00C44F6A"/>
    <w:rsid w:val="00C45750"/>
    <w:rsid w:val="00C47AE3"/>
    <w:rsid w:val="00CA441C"/>
    <w:rsid w:val="00CD1FC4"/>
    <w:rsid w:val="00D02F42"/>
    <w:rsid w:val="00D21061"/>
    <w:rsid w:val="00D4108E"/>
    <w:rsid w:val="00D56738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B3E53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081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CB15086B-A495-4521-8F1E-7DA3FC37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dd\do&#269;as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F6FB3E-3BD5-41E6-AD0C-02B14B65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</Template>
  <TotalTime>0</TotalTime>
  <Pages>4</Pages>
  <Words>688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Bedlivý Petr, Ing.</dc:creator>
  <cp:lastModifiedBy>Suchá Markéta</cp:lastModifiedBy>
  <cp:revision>3</cp:revision>
  <cp:lastPrinted>2017-11-28T17:18:00Z</cp:lastPrinted>
  <dcterms:created xsi:type="dcterms:W3CDTF">2021-02-05T10:46:00Z</dcterms:created>
  <dcterms:modified xsi:type="dcterms:W3CDTF">2021-12-07T09:49:00Z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